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8499A90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3A42">
        <w:rPr>
          <w:rFonts w:ascii="Corbel" w:hAnsi="Corbel"/>
          <w:smallCaps/>
          <w:sz w:val="24"/>
          <w:szCs w:val="24"/>
        </w:rPr>
        <w:t>2022-2025</w:t>
      </w:r>
    </w:p>
    <w:p w14:paraId="2A94F79A" w14:textId="63B9CC45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303A42">
        <w:rPr>
          <w:rFonts w:ascii="Corbel" w:hAnsi="Corbel"/>
          <w:sz w:val="20"/>
          <w:szCs w:val="20"/>
        </w:rPr>
        <w:t>4</w:t>
      </w:r>
      <w:r w:rsidR="00FA59CF">
        <w:rPr>
          <w:rFonts w:ascii="Corbel" w:hAnsi="Corbel"/>
          <w:sz w:val="20"/>
          <w:szCs w:val="20"/>
        </w:rPr>
        <w:t>/202</w:t>
      </w:r>
      <w:r w:rsidR="00303A42">
        <w:rPr>
          <w:rFonts w:ascii="Corbel" w:hAnsi="Corbel"/>
          <w:sz w:val="20"/>
          <w:szCs w:val="20"/>
        </w:rPr>
        <w:t>5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27380C2C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7776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525C2D" w:rsidR="00FA59CF" w:rsidRPr="009F5A75" w:rsidRDefault="009F5A75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A7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DF73AB4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BC228D0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09AFA9AF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82BF93E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23DD0B11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2F646B3" w:rsidR="0085747A" w:rsidRPr="009C54AE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2DEAC8A3" w:rsidR="0085747A" w:rsidRPr="009B41D2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1DB33" w14:textId="77777777" w:rsidR="00B9711B" w:rsidRDefault="00B9711B" w:rsidP="00C16ABF">
      <w:pPr>
        <w:spacing w:after="0" w:line="240" w:lineRule="auto"/>
      </w:pPr>
      <w:r>
        <w:separator/>
      </w:r>
    </w:p>
  </w:endnote>
  <w:endnote w:type="continuationSeparator" w:id="0">
    <w:p w14:paraId="017F4281" w14:textId="77777777" w:rsidR="00B9711B" w:rsidRDefault="00B971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D4F12" w14:textId="77777777" w:rsidR="00B9711B" w:rsidRDefault="00B9711B" w:rsidP="00C16ABF">
      <w:pPr>
        <w:spacing w:after="0" w:line="240" w:lineRule="auto"/>
      </w:pPr>
      <w:r>
        <w:separator/>
      </w:r>
    </w:p>
  </w:footnote>
  <w:footnote w:type="continuationSeparator" w:id="0">
    <w:p w14:paraId="7A311EF2" w14:textId="77777777" w:rsidR="00B9711B" w:rsidRDefault="00B9711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604161">
    <w:abstractNumId w:val="1"/>
  </w:num>
  <w:num w:numId="2" w16cid:durableId="2020505754">
    <w:abstractNumId w:val="3"/>
  </w:num>
  <w:num w:numId="3" w16cid:durableId="402678728">
    <w:abstractNumId w:val="5"/>
  </w:num>
  <w:num w:numId="4" w16cid:durableId="1402799280">
    <w:abstractNumId w:val="2"/>
  </w:num>
  <w:num w:numId="5" w16cid:durableId="1278173507">
    <w:abstractNumId w:val="4"/>
  </w:num>
  <w:num w:numId="6" w16cid:durableId="1607616772">
    <w:abstractNumId w:val="6"/>
  </w:num>
  <w:num w:numId="7" w16cid:durableId="20679467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3A42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A652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045E"/>
    <w:rsid w:val="00471326"/>
    <w:rsid w:val="00471B00"/>
    <w:rsid w:val="0047598D"/>
    <w:rsid w:val="00477767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9F5A75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77DA7"/>
    <w:rsid w:val="00B8056E"/>
    <w:rsid w:val="00B819C8"/>
    <w:rsid w:val="00B82308"/>
    <w:rsid w:val="00B90675"/>
    <w:rsid w:val="00B966F9"/>
    <w:rsid w:val="00B9711B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81879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D23D9-FF54-4AB1-A862-68A2AA7FB1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157CE-8F04-4386-8B20-CCBCF7137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593738-774E-4ECD-9AB2-BCB36981D435}"/>
</file>

<file path=customXml/itemProps4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927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25</cp:revision>
  <cp:lastPrinted>2017-05-04T18:28:00Z</cp:lastPrinted>
  <dcterms:created xsi:type="dcterms:W3CDTF">2020-12-01T08:18:00Z</dcterms:created>
  <dcterms:modified xsi:type="dcterms:W3CDTF">2022-05-31T20:30:00Z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